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F89" w:rsidRDefault="00BA75E5" w:rsidP="00BA75E5">
      <w:pPr>
        <w:jc w:val="center"/>
        <w:rPr>
          <w:rFonts w:ascii="Arial" w:hAnsi="Arial" w:cs="Arial"/>
          <w:b/>
          <w:sz w:val="144"/>
          <w:szCs w:val="144"/>
        </w:rPr>
      </w:pPr>
      <w:r w:rsidRPr="00BA75E5">
        <w:rPr>
          <w:rFonts w:ascii="Arial" w:hAnsi="Arial" w:cs="Arial"/>
          <w:b/>
          <w:sz w:val="144"/>
          <w:szCs w:val="144"/>
        </w:rPr>
        <w:t>INDICE</w:t>
      </w:r>
    </w:p>
    <w:p w:rsidR="00BA75E5" w:rsidRDefault="00BA75E5" w:rsidP="00BA75E5">
      <w:pPr>
        <w:jc w:val="center"/>
        <w:rPr>
          <w:rFonts w:ascii="Arial" w:hAnsi="Arial" w:cs="Arial"/>
          <w:b/>
          <w:sz w:val="40"/>
          <w:szCs w:val="40"/>
        </w:rPr>
      </w:pPr>
    </w:p>
    <w:p w:rsidR="004C232F" w:rsidRDefault="004C232F" w:rsidP="00BA75E5">
      <w:pPr>
        <w:jc w:val="center"/>
        <w:rPr>
          <w:rFonts w:ascii="Arial" w:hAnsi="Arial" w:cs="Arial"/>
          <w:b/>
          <w:sz w:val="40"/>
          <w:szCs w:val="40"/>
        </w:rPr>
      </w:pPr>
    </w:p>
    <w:p w:rsidR="00BA75E5" w:rsidRDefault="00BA75E5" w:rsidP="00BA75E5">
      <w:pPr>
        <w:tabs>
          <w:tab w:val="left" w:pos="7938"/>
          <w:tab w:val="left" w:pos="9072"/>
        </w:tabs>
        <w:spacing w:line="720" w:lineRule="auto"/>
        <w:jc w:val="both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INTRODUZIONE E </w:t>
      </w:r>
      <w:r w:rsidR="00DF563C">
        <w:rPr>
          <w:rFonts w:ascii="Arial" w:hAnsi="Arial" w:cs="Arial"/>
          <w:b/>
          <w:sz w:val="40"/>
          <w:szCs w:val="40"/>
        </w:rPr>
        <w:t>PREFAZIONE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ab/>
      </w:r>
      <w:proofErr w:type="spellStart"/>
      <w:r>
        <w:rPr>
          <w:rFonts w:ascii="Arial" w:hAnsi="Arial" w:cs="Arial"/>
          <w:b/>
          <w:sz w:val="40"/>
          <w:szCs w:val="40"/>
        </w:rPr>
        <w:t>PAG</w:t>
      </w:r>
      <w:proofErr w:type="spellEnd"/>
      <w:r>
        <w:rPr>
          <w:rFonts w:ascii="Arial" w:hAnsi="Arial" w:cs="Arial"/>
          <w:b/>
          <w:sz w:val="40"/>
          <w:szCs w:val="40"/>
        </w:rPr>
        <w:tab/>
        <w:t>01</w:t>
      </w:r>
    </w:p>
    <w:p w:rsidR="00BA75E5" w:rsidRDefault="00BA75E5" w:rsidP="00BA75E5">
      <w:pPr>
        <w:tabs>
          <w:tab w:val="left" w:pos="7938"/>
          <w:tab w:val="left" w:pos="9072"/>
        </w:tabs>
        <w:spacing w:line="720" w:lineRule="auto"/>
        <w:jc w:val="both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IL DIO UNICO</w:t>
      </w:r>
      <w:r w:rsidR="0094692D">
        <w:rPr>
          <w:rFonts w:ascii="Arial" w:hAnsi="Arial" w:cs="Arial"/>
          <w:b/>
          <w:sz w:val="40"/>
          <w:szCs w:val="40"/>
        </w:rPr>
        <w:t xml:space="preserve"> E VERO</w:t>
      </w:r>
      <w:r>
        <w:rPr>
          <w:rFonts w:ascii="Arial" w:hAnsi="Arial" w:cs="Arial"/>
          <w:b/>
          <w:sz w:val="40"/>
          <w:szCs w:val="40"/>
        </w:rPr>
        <w:tab/>
      </w:r>
      <w:proofErr w:type="spellStart"/>
      <w:r>
        <w:rPr>
          <w:rFonts w:ascii="Arial" w:hAnsi="Arial" w:cs="Arial"/>
          <w:b/>
          <w:sz w:val="40"/>
          <w:szCs w:val="40"/>
        </w:rPr>
        <w:t>PAG</w:t>
      </w:r>
      <w:proofErr w:type="spellEnd"/>
      <w:r w:rsidR="001117CE">
        <w:rPr>
          <w:rFonts w:ascii="Arial" w:hAnsi="Arial" w:cs="Arial"/>
          <w:b/>
          <w:sz w:val="40"/>
          <w:szCs w:val="40"/>
        </w:rPr>
        <w:tab/>
        <w:t>11</w:t>
      </w:r>
    </w:p>
    <w:p w:rsidR="00BA75E5" w:rsidRDefault="00BA75E5" w:rsidP="00BA75E5">
      <w:pPr>
        <w:tabs>
          <w:tab w:val="left" w:pos="7938"/>
          <w:tab w:val="left" w:pos="9072"/>
        </w:tabs>
        <w:spacing w:line="720" w:lineRule="auto"/>
        <w:jc w:val="both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LE TANTE DOMANDE SU DIO</w:t>
      </w:r>
      <w:r>
        <w:rPr>
          <w:rFonts w:ascii="Arial" w:hAnsi="Arial" w:cs="Arial"/>
          <w:b/>
          <w:sz w:val="40"/>
          <w:szCs w:val="40"/>
        </w:rPr>
        <w:tab/>
      </w:r>
      <w:proofErr w:type="spellStart"/>
      <w:r>
        <w:rPr>
          <w:rFonts w:ascii="Arial" w:hAnsi="Arial" w:cs="Arial"/>
          <w:b/>
          <w:sz w:val="40"/>
          <w:szCs w:val="40"/>
        </w:rPr>
        <w:t>PAG</w:t>
      </w:r>
      <w:proofErr w:type="spellEnd"/>
      <w:r w:rsidR="001117CE">
        <w:rPr>
          <w:rFonts w:ascii="Arial" w:hAnsi="Arial" w:cs="Arial"/>
          <w:b/>
          <w:sz w:val="40"/>
          <w:szCs w:val="40"/>
        </w:rPr>
        <w:tab/>
        <w:t>39</w:t>
      </w:r>
    </w:p>
    <w:p w:rsidR="00BA75E5" w:rsidRDefault="00BA75E5" w:rsidP="00BA75E5">
      <w:pPr>
        <w:tabs>
          <w:tab w:val="left" w:pos="7938"/>
          <w:tab w:val="left" w:pos="9072"/>
        </w:tabs>
        <w:spacing w:line="720" w:lineRule="auto"/>
        <w:jc w:val="both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LE TANTE DOMANDE SULLA BIBBIA</w:t>
      </w:r>
      <w:r>
        <w:rPr>
          <w:rFonts w:ascii="Arial" w:hAnsi="Arial" w:cs="Arial"/>
          <w:b/>
          <w:sz w:val="40"/>
          <w:szCs w:val="40"/>
        </w:rPr>
        <w:tab/>
      </w:r>
      <w:proofErr w:type="spellStart"/>
      <w:r>
        <w:rPr>
          <w:rFonts w:ascii="Arial" w:hAnsi="Arial" w:cs="Arial"/>
          <w:b/>
          <w:sz w:val="40"/>
          <w:szCs w:val="40"/>
        </w:rPr>
        <w:t>PAG</w:t>
      </w:r>
      <w:proofErr w:type="spellEnd"/>
      <w:r w:rsidR="001117CE">
        <w:rPr>
          <w:rFonts w:ascii="Arial" w:hAnsi="Arial" w:cs="Arial"/>
          <w:b/>
          <w:sz w:val="40"/>
          <w:szCs w:val="40"/>
        </w:rPr>
        <w:tab/>
        <w:t>50</w:t>
      </w:r>
    </w:p>
    <w:sectPr w:rsidR="00BA75E5" w:rsidSect="004C232F">
      <w:footerReference w:type="default" r:id="rId7"/>
      <w:headerReference w:type="first" r:id="rId8"/>
      <w:footerReference w:type="first" r:id="rId9"/>
      <w:type w:val="nextColumn"/>
      <w:pgSz w:w="11907" w:h="16840" w:code="9"/>
      <w:pgMar w:top="993" w:right="567" w:bottom="567" w:left="567" w:header="284" w:footer="0" w:gutter="56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848" w:rsidRDefault="00E74848" w:rsidP="00CD1748">
      <w:r>
        <w:separator/>
      </w:r>
    </w:p>
  </w:endnote>
  <w:endnote w:type="continuationSeparator" w:id="0">
    <w:p w:rsidR="00E74848" w:rsidRDefault="00E74848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8336541"/>
      <w:docPartObj>
        <w:docPartGallery w:val="Page Numbers (Bottom of Page)"/>
        <w:docPartUnique/>
      </w:docPartObj>
    </w:sdtPr>
    <w:sdtEndPr/>
    <w:sdtContent>
      <w:p w:rsidR="00CD1748" w:rsidRDefault="00F75B52">
        <w:pPr>
          <w:pStyle w:val="Pidipagina"/>
          <w:jc w:val="right"/>
        </w:pPr>
        <w:r>
          <w:fldChar w:fldCharType="begin"/>
        </w:r>
        <w:r w:rsidR="00CD1748">
          <w:instrText>PAGE   \* MERGEFORMAT</w:instrText>
        </w:r>
        <w:r>
          <w:fldChar w:fldCharType="separate"/>
        </w:r>
        <w:r w:rsidR="008C6F89">
          <w:rPr>
            <w:noProof/>
          </w:rPr>
          <w:t>2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223" w:rsidRDefault="00006223">
    <w:pPr>
      <w:pStyle w:val="Pidipagina"/>
      <w:jc w:val="right"/>
    </w:pPr>
  </w:p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848" w:rsidRDefault="00E74848" w:rsidP="00CD1748">
      <w:r>
        <w:separator/>
      </w:r>
    </w:p>
  </w:footnote>
  <w:footnote w:type="continuationSeparator" w:id="0">
    <w:p w:rsidR="00E74848" w:rsidRDefault="00E74848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3pt;height:10.3pt" o:bullet="t">
        <v:imagedata r:id="rId1" o:title="msoD4BD"/>
      </v:shape>
    </w:pict>
  </w:numPicBullet>
  <w:abstractNum w:abstractNumId="0" w15:restartNumberingAfterBreak="0">
    <w:nsid w:val="18E96A0D"/>
    <w:multiLevelType w:val="hybridMultilevel"/>
    <w:tmpl w:val="A01E4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53000"/>
    <w:multiLevelType w:val="hybridMultilevel"/>
    <w:tmpl w:val="4F780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A7E5F"/>
    <w:multiLevelType w:val="hybridMultilevel"/>
    <w:tmpl w:val="A6C6A8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B0068D"/>
    <w:multiLevelType w:val="hybridMultilevel"/>
    <w:tmpl w:val="92C644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D40BAA"/>
    <w:multiLevelType w:val="hybridMultilevel"/>
    <w:tmpl w:val="405A22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734A8"/>
    <w:multiLevelType w:val="hybridMultilevel"/>
    <w:tmpl w:val="B4D6E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03FDA"/>
    <w:multiLevelType w:val="hybridMultilevel"/>
    <w:tmpl w:val="7AA0ED48"/>
    <w:lvl w:ilvl="0" w:tplc="0410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FE17A6A"/>
    <w:multiLevelType w:val="hybridMultilevel"/>
    <w:tmpl w:val="29CE11CA"/>
    <w:lvl w:ilvl="0" w:tplc="0410000F">
      <w:start w:val="1"/>
      <w:numFmt w:val="decimal"/>
      <w:lvlText w:val="%1."/>
      <w:lvlJc w:val="left"/>
      <w:pPr>
        <w:ind w:left="849" w:hanging="360"/>
      </w:pPr>
    </w:lvl>
    <w:lvl w:ilvl="1" w:tplc="04100019" w:tentative="1">
      <w:start w:val="1"/>
      <w:numFmt w:val="lowerLetter"/>
      <w:lvlText w:val="%2."/>
      <w:lvlJc w:val="left"/>
      <w:pPr>
        <w:ind w:left="1569" w:hanging="360"/>
      </w:pPr>
    </w:lvl>
    <w:lvl w:ilvl="2" w:tplc="0410001B" w:tentative="1">
      <w:start w:val="1"/>
      <w:numFmt w:val="lowerRoman"/>
      <w:lvlText w:val="%3."/>
      <w:lvlJc w:val="right"/>
      <w:pPr>
        <w:ind w:left="2289" w:hanging="180"/>
      </w:pPr>
    </w:lvl>
    <w:lvl w:ilvl="3" w:tplc="0410000F" w:tentative="1">
      <w:start w:val="1"/>
      <w:numFmt w:val="decimal"/>
      <w:lvlText w:val="%4."/>
      <w:lvlJc w:val="left"/>
      <w:pPr>
        <w:ind w:left="3009" w:hanging="360"/>
      </w:pPr>
    </w:lvl>
    <w:lvl w:ilvl="4" w:tplc="04100019" w:tentative="1">
      <w:start w:val="1"/>
      <w:numFmt w:val="lowerLetter"/>
      <w:lvlText w:val="%5."/>
      <w:lvlJc w:val="left"/>
      <w:pPr>
        <w:ind w:left="3729" w:hanging="360"/>
      </w:pPr>
    </w:lvl>
    <w:lvl w:ilvl="5" w:tplc="0410001B" w:tentative="1">
      <w:start w:val="1"/>
      <w:numFmt w:val="lowerRoman"/>
      <w:lvlText w:val="%6."/>
      <w:lvlJc w:val="right"/>
      <w:pPr>
        <w:ind w:left="4449" w:hanging="180"/>
      </w:pPr>
    </w:lvl>
    <w:lvl w:ilvl="6" w:tplc="0410000F" w:tentative="1">
      <w:start w:val="1"/>
      <w:numFmt w:val="decimal"/>
      <w:lvlText w:val="%7."/>
      <w:lvlJc w:val="left"/>
      <w:pPr>
        <w:ind w:left="5169" w:hanging="360"/>
      </w:pPr>
    </w:lvl>
    <w:lvl w:ilvl="7" w:tplc="04100019" w:tentative="1">
      <w:start w:val="1"/>
      <w:numFmt w:val="lowerLetter"/>
      <w:lvlText w:val="%8."/>
      <w:lvlJc w:val="left"/>
      <w:pPr>
        <w:ind w:left="5889" w:hanging="360"/>
      </w:pPr>
    </w:lvl>
    <w:lvl w:ilvl="8" w:tplc="0410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8" w15:restartNumberingAfterBreak="0">
    <w:nsid w:val="6AAC1B95"/>
    <w:multiLevelType w:val="hybridMultilevel"/>
    <w:tmpl w:val="C248B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43C80"/>
    <w:multiLevelType w:val="hybridMultilevel"/>
    <w:tmpl w:val="79FC46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BC0B56"/>
    <w:multiLevelType w:val="hybridMultilevel"/>
    <w:tmpl w:val="1CFAFF88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78430787"/>
    <w:multiLevelType w:val="hybridMultilevel"/>
    <w:tmpl w:val="10887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50261"/>
    <w:multiLevelType w:val="hybridMultilevel"/>
    <w:tmpl w:val="E8FA71D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6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  <w:num w:numId="1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6223"/>
    <w:rsid w:val="00007A76"/>
    <w:rsid w:val="0002756B"/>
    <w:rsid w:val="00035A87"/>
    <w:rsid w:val="00037591"/>
    <w:rsid w:val="00037639"/>
    <w:rsid w:val="0004003B"/>
    <w:rsid w:val="0004497C"/>
    <w:rsid w:val="00045E57"/>
    <w:rsid w:val="00046546"/>
    <w:rsid w:val="00047137"/>
    <w:rsid w:val="000647F1"/>
    <w:rsid w:val="00070740"/>
    <w:rsid w:val="00070E69"/>
    <w:rsid w:val="0008148A"/>
    <w:rsid w:val="000875C9"/>
    <w:rsid w:val="000D523C"/>
    <w:rsid w:val="000D7E78"/>
    <w:rsid w:val="000E0CF1"/>
    <w:rsid w:val="00101B55"/>
    <w:rsid w:val="001022BC"/>
    <w:rsid w:val="00107EF2"/>
    <w:rsid w:val="001117CE"/>
    <w:rsid w:val="0013642B"/>
    <w:rsid w:val="00141B5E"/>
    <w:rsid w:val="00142959"/>
    <w:rsid w:val="00143E1F"/>
    <w:rsid w:val="001676EF"/>
    <w:rsid w:val="0017228D"/>
    <w:rsid w:val="001726B9"/>
    <w:rsid w:val="001874D1"/>
    <w:rsid w:val="001B4108"/>
    <w:rsid w:val="001C042B"/>
    <w:rsid w:val="001C157C"/>
    <w:rsid w:val="001D0D35"/>
    <w:rsid w:val="001E7FBB"/>
    <w:rsid w:val="001F0E44"/>
    <w:rsid w:val="001F7DE6"/>
    <w:rsid w:val="0020278F"/>
    <w:rsid w:val="002240BE"/>
    <w:rsid w:val="00230AD0"/>
    <w:rsid w:val="00245C07"/>
    <w:rsid w:val="00247B81"/>
    <w:rsid w:val="00247C77"/>
    <w:rsid w:val="002515C2"/>
    <w:rsid w:val="00257890"/>
    <w:rsid w:val="00277BDD"/>
    <w:rsid w:val="0029780C"/>
    <w:rsid w:val="002A74DD"/>
    <w:rsid w:val="002A7D50"/>
    <w:rsid w:val="002B53F9"/>
    <w:rsid w:val="002B572C"/>
    <w:rsid w:val="002B7379"/>
    <w:rsid w:val="002C10CA"/>
    <w:rsid w:val="002D1550"/>
    <w:rsid w:val="002D3779"/>
    <w:rsid w:val="002E2157"/>
    <w:rsid w:val="002E643A"/>
    <w:rsid w:val="002E7C68"/>
    <w:rsid w:val="002F4B43"/>
    <w:rsid w:val="0032028F"/>
    <w:rsid w:val="00327DFA"/>
    <w:rsid w:val="003304DD"/>
    <w:rsid w:val="0033333C"/>
    <w:rsid w:val="00334255"/>
    <w:rsid w:val="00337C81"/>
    <w:rsid w:val="00342637"/>
    <w:rsid w:val="00343D5C"/>
    <w:rsid w:val="00353F65"/>
    <w:rsid w:val="003577A6"/>
    <w:rsid w:val="00364B65"/>
    <w:rsid w:val="00374521"/>
    <w:rsid w:val="003922BA"/>
    <w:rsid w:val="00393FA2"/>
    <w:rsid w:val="003A098A"/>
    <w:rsid w:val="003A5142"/>
    <w:rsid w:val="003A687C"/>
    <w:rsid w:val="003C15B0"/>
    <w:rsid w:val="003C6409"/>
    <w:rsid w:val="003C7B99"/>
    <w:rsid w:val="003D05BF"/>
    <w:rsid w:val="003D2040"/>
    <w:rsid w:val="003E2440"/>
    <w:rsid w:val="003E2D09"/>
    <w:rsid w:val="003E6451"/>
    <w:rsid w:val="003F5A0F"/>
    <w:rsid w:val="003F5EE1"/>
    <w:rsid w:val="004013BA"/>
    <w:rsid w:val="00402D02"/>
    <w:rsid w:val="00404C57"/>
    <w:rsid w:val="004259A0"/>
    <w:rsid w:val="00431DA1"/>
    <w:rsid w:val="00434064"/>
    <w:rsid w:val="00434397"/>
    <w:rsid w:val="004425ED"/>
    <w:rsid w:val="00484B42"/>
    <w:rsid w:val="004916A1"/>
    <w:rsid w:val="004B3E2C"/>
    <w:rsid w:val="004C232F"/>
    <w:rsid w:val="004D26FF"/>
    <w:rsid w:val="004F362D"/>
    <w:rsid w:val="004F73D0"/>
    <w:rsid w:val="0052657E"/>
    <w:rsid w:val="0053335D"/>
    <w:rsid w:val="005458D6"/>
    <w:rsid w:val="00571F6B"/>
    <w:rsid w:val="00583CEA"/>
    <w:rsid w:val="00587934"/>
    <w:rsid w:val="005A0470"/>
    <w:rsid w:val="005A334A"/>
    <w:rsid w:val="005B156F"/>
    <w:rsid w:val="005D4FC7"/>
    <w:rsid w:val="005D6CBC"/>
    <w:rsid w:val="0060673D"/>
    <w:rsid w:val="00613D44"/>
    <w:rsid w:val="00630416"/>
    <w:rsid w:val="006445B7"/>
    <w:rsid w:val="006505CD"/>
    <w:rsid w:val="00664EEE"/>
    <w:rsid w:val="0067013E"/>
    <w:rsid w:val="006829E2"/>
    <w:rsid w:val="00687B9A"/>
    <w:rsid w:val="006A625A"/>
    <w:rsid w:val="006B44E2"/>
    <w:rsid w:val="006E2E46"/>
    <w:rsid w:val="006E7D39"/>
    <w:rsid w:val="006F6106"/>
    <w:rsid w:val="00703521"/>
    <w:rsid w:val="00734CA4"/>
    <w:rsid w:val="00767F3E"/>
    <w:rsid w:val="007803E4"/>
    <w:rsid w:val="0079748B"/>
    <w:rsid w:val="007A13F6"/>
    <w:rsid w:val="007B4E8A"/>
    <w:rsid w:val="007E2ABA"/>
    <w:rsid w:val="007F0871"/>
    <w:rsid w:val="008072A6"/>
    <w:rsid w:val="00820928"/>
    <w:rsid w:val="00824C9B"/>
    <w:rsid w:val="0082587A"/>
    <w:rsid w:val="00871B3E"/>
    <w:rsid w:val="00883D12"/>
    <w:rsid w:val="008945C4"/>
    <w:rsid w:val="008A2900"/>
    <w:rsid w:val="008A62CA"/>
    <w:rsid w:val="008A79CE"/>
    <w:rsid w:val="008B1014"/>
    <w:rsid w:val="008B38D1"/>
    <w:rsid w:val="008B3C8F"/>
    <w:rsid w:val="008B508C"/>
    <w:rsid w:val="008C6F89"/>
    <w:rsid w:val="008D2334"/>
    <w:rsid w:val="008E0F2D"/>
    <w:rsid w:val="008E2E55"/>
    <w:rsid w:val="008F0431"/>
    <w:rsid w:val="00905B43"/>
    <w:rsid w:val="00922B30"/>
    <w:rsid w:val="009278E7"/>
    <w:rsid w:val="0093288D"/>
    <w:rsid w:val="009453D6"/>
    <w:rsid w:val="0094692D"/>
    <w:rsid w:val="0095465E"/>
    <w:rsid w:val="00956DF9"/>
    <w:rsid w:val="00957A16"/>
    <w:rsid w:val="00963C25"/>
    <w:rsid w:val="00973D54"/>
    <w:rsid w:val="00990C86"/>
    <w:rsid w:val="00994DAC"/>
    <w:rsid w:val="009B1242"/>
    <w:rsid w:val="009B37C6"/>
    <w:rsid w:val="009C4AFC"/>
    <w:rsid w:val="009C500A"/>
    <w:rsid w:val="009D6859"/>
    <w:rsid w:val="00A22366"/>
    <w:rsid w:val="00A31B5C"/>
    <w:rsid w:val="00A376E1"/>
    <w:rsid w:val="00A54FF5"/>
    <w:rsid w:val="00A57A9A"/>
    <w:rsid w:val="00A6288A"/>
    <w:rsid w:val="00A6530D"/>
    <w:rsid w:val="00A742F2"/>
    <w:rsid w:val="00A75EE9"/>
    <w:rsid w:val="00A9186D"/>
    <w:rsid w:val="00A93BEE"/>
    <w:rsid w:val="00A9427B"/>
    <w:rsid w:val="00AA47C8"/>
    <w:rsid w:val="00AA73A8"/>
    <w:rsid w:val="00AC1D90"/>
    <w:rsid w:val="00AC5675"/>
    <w:rsid w:val="00AD32F3"/>
    <w:rsid w:val="00AE0538"/>
    <w:rsid w:val="00AE412B"/>
    <w:rsid w:val="00AE5108"/>
    <w:rsid w:val="00AF0F53"/>
    <w:rsid w:val="00AF6ACF"/>
    <w:rsid w:val="00B02577"/>
    <w:rsid w:val="00B20914"/>
    <w:rsid w:val="00B33293"/>
    <w:rsid w:val="00B34D4E"/>
    <w:rsid w:val="00B4410E"/>
    <w:rsid w:val="00B60CD5"/>
    <w:rsid w:val="00B73A62"/>
    <w:rsid w:val="00B77BAF"/>
    <w:rsid w:val="00B82AE5"/>
    <w:rsid w:val="00B9245C"/>
    <w:rsid w:val="00BA75E5"/>
    <w:rsid w:val="00BC34EE"/>
    <w:rsid w:val="00BD17A7"/>
    <w:rsid w:val="00BD225F"/>
    <w:rsid w:val="00BD3D7A"/>
    <w:rsid w:val="00BD56AA"/>
    <w:rsid w:val="00BE20FE"/>
    <w:rsid w:val="00BE43D6"/>
    <w:rsid w:val="00BE49E5"/>
    <w:rsid w:val="00BF1CE5"/>
    <w:rsid w:val="00C2016E"/>
    <w:rsid w:val="00C3558D"/>
    <w:rsid w:val="00C362D9"/>
    <w:rsid w:val="00C46A5A"/>
    <w:rsid w:val="00C73A5F"/>
    <w:rsid w:val="00C73D0A"/>
    <w:rsid w:val="00C93DB7"/>
    <w:rsid w:val="00C94D68"/>
    <w:rsid w:val="00C978C3"/>
    <w:rsid w:val="00CA1265"/>
    <w:rsid w:val="00CA33F1"/>
    <w:rsid w:val="00CA403E"/>
    <w:rsid w:val="00CA4956"/>
    <w:rsid w:val="00CA59EB"/>
    <w:rsid w:val="00CB14FE"/>
    <w:rsid w:val="00CB4B62"/>
    <w:rsid w:val="00CC2C0B"/>
    <w:rsid w:val="00CD1748"/>
    <w:rsid w:val="00CE3A0C"/>
    <w:rsid w:val="00CF016C"/>
    <w:rsid w:val="00CF2C1D"/>
    <w:rsid w:val="00CF367F"/>
    <w:rsid w:val="00CF5E6B"/>
    <w:rsid w:val="00D02541"/>
    <w:rsid w:val="00D07866"/>
    <w:rsid w:val="00D13D24"/>
    <w:rsid w:val="00D21528"/>
    <w:rsid w:val="00D23966"/>
    <w:rsid w:val="00D27F81"/>
    <w:rsid w:val="00D50009"/>
    <w:rsid w:val="00D77B84"/>
    <w:rsid w:val="00D941A7"/>
    <w:rsid w:val="00DA7C04"/>
    <w:rsid w:val="00DB0A71"/>
    <w:rsid w:val="00DB526C"/>
    <w:rsid w:val="00DB5527"/>
    <w:rsid w:val="00DE0B44"/>
    <w:rsid w:val="00DF563C"/>
    <w:rsid w:val="00DF607B"/>
    <w:rsid w:val="00E03A63"/>
    <w:rsid w:val="00E10C05"/>
    <w:rsid w:val="00E13200"/>
    <w:rsid w:val="00E3011A"/>
    <w:rsid w:val="00E4017F"/>
    <w:rsid w:val="00E54E20"/>
    <w:rsid w:val="00E64C5D"/>
    <w:rsid w:val="00E71BAD"/>
    <w:rsid w:val="00E74848"/>
    <w:rsid w:val="00E819D0"/>
    <w:rsid w:val="00E87073"/>
    <w:rsid w:val="00E94D9D"/>
    <w:rsid w:val="00E974F6"/>
    <w:rsid w:val="00EA2441"/>
    <w:rsid w:val="00EA4890"/>
    <w:rsid w:val="00EB12A5"/>
    <w:rsid w:val="00EC09E3"/>
    <w:rsid w:val="00ED05CF"/>
    <w:rsid w:val="00EE5741"/>
    <w:rsid w:val="00EF510A"/>
    <w:rsid w:val="00F30ACC"/>
    <w:rsid w:val="00F32B72"/>
    <w:rsid w:val="00F476F2"/>
    <w:rsid w:val="00F51947"/>
    <w:rsid w:val="00F5728B"/>
    <w:rsid w:val="00F612B4"/>
    <w:rsid w:val="00F75B52"/>
    <w:rsid w:val="00F97499"/>
    <w:rsid w:val="00FA0469"/>
    <w:rsid w:val="00FA0A2C"/>
    <w:rsid w:val="00FA421F"/>
    <w:rsid w:val="00FA6E79"/>
    <w:rsid w:val="00FB1B98"/>
    <w:rsid w:val="00FD3395"/>
    <w:rsid w:val="00FD7EC3"/>
    <w:rsid w:val="00FE3C41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66D52"/>
  <w15:docId w15:val="{AAD8D2AD-92FA-40D0-9C01-868DAD5C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7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10</cp:revision>
  <cp:lastPrinted>2016-12-29T06:55:00Z</cp:lastPrinted>
  <dcterms:created xsi:type="dcterms:W3CDTF">2018-02-07T16:48:00Z</dcterms:created>
  <dcterms:modified xsi:type="dcterms:W3CDTF">2018-02-08T08:54:00Z</dcterms:modified>
</cp:coreProperties>
</file>